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7A4" w:rsidRPr="00C575BC" w:rsidRDefault="00F507A4" w:rsidP="00C575BC">
      <w:pPr>
        <w:spacing w:after="0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Лист коррекции КТП  </w:t>
      </w:r>
      <w:r w:rsidRPr="00C575BC">
        <w:rPr>
          <w:rFonts w:ascii="Times New Roman" w:hAnsi="Times New Roman"/>
          <w:sz w:val="24"/>
          <w:szCs w:val="24"/>
        </w:rPr>
        <w:t>по  родному ( татарскому) языку</w:t>
      </w:r>
      <w:r>
        <w:rPr>
          <w:rFonts w:ascii="Times New Roman" w:hAnsi="Times New Roman"/>
          <w:sz w:val="24"/>
          <w:szCs w:val="24"/>
        </w:rPr>
        <w:t xml:space="preserve"> (с 18.05.20 по 23.05.20)</w:t>
      </w:r>
    </w:p>
    <w:p w:rsidR="00F507A4" w:rsidRPr="00017189" w:rsidRDefault="00F507A4" w:rsidP="00C575BC">
      <w:pPr>
        <w:spacing w:after="0"/>
        <w:rPr>
          <w:rFonts w:ascii="Times New Roman" w:hAnsi="Times New Roman"/>
          <w:sz w:val="24"/>
          <w:szCs w:val="24"/>
        </w:rPr>
      </w:pPr>
      <w:r w:rsidRPr="0001718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Ишмухамметова  Г.К.</w:t>
      </w:r>
    </w:p>
    <w:p w:rsidR="00F507A4" w:rsidRPr="00017189" w:rsidRDefault="00F507A4" w:rsidP="00C575BC">
      <w:pPr>
        <w:spacing w:after="0"/>
        <w:rPr>
          <w:rFonts w:ascii="Times New Roman" w:hAnsi="Times New Roman"/>
          <w:sz w:val="24"/>
          <w:szCs w:val="24"/>
        </w:rPr>
      </w:pPr>
      <w:r w:rsidRPr="0001718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2"/>
        <w:gridCol w:w="1386"/>
        <w:gridCol w:w="4255"/>
        <w:gridCol w:w="2397"/>
        <w:gridCol w:w="2565"/>
        <w:gridCol w:w="1758"/>
        <w:gridCol w:w="2384"/>
      </w:tblGrid>
      <w:tr w:rsidR="00F507A4" w:rsidRPr="00017189" w:rsidTr="006F7354">
        <w:tc>
          <w:tcPr>
            <w:tcW w:w="15877" w:type="dxa"/>
            <w:gridSpan w:val="7"/>
          </w:tcPr>
          <w:p w:rsidR="00F507A4" w:rsidRPr="00017189" w:rsidRDefault="00F507A4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почта для связи </w:t>
            </w:r>
            <w:r w:rsidRPr="00017189">
              <w:rPr>
                <w:rFonts w:ascii="Times New Roman" w:hAnsi="Times New Roman"/>
                <w:sz w:val="24"/>
                <w:szCs w:val="24"/>
                <w:lang w:val="en-US"/>
              </w:rPr>
              <w:t>guliaishmi</w:t>
            </w:r>
            <w:r w:rsidRPr="00017189">
              <w:rPr>
                <w:rFonts w:ascii="Times New Roman" w:hAnsi="Times New Roman"/>
                <w:sz w:val="24"/>
                <w:szCs w:val="24"/>
              </w:rPr>
              <w:t>@</w:t>
            </w:r>
            <w:r w:rsidRPr="00017189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017189">
              <w:rPr>
                <w:rFonts w:ascii="Times New Roman" w:hAnsi="Times New Roman"/>
                <w:sz w:val="24"/>
                <w:szCs w:val="24"/>
              </w:rPr>
              <w:t>.</w:t>
            </w:r>
            <w:r w:rsidRPr="00017189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  <w:p w:rsidR="00F507A4" w:rsidRPr="00017189" w:rsidRDefault="00F507A4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7A4" w:rsidRPr="00017189" w:rsidTr="00512D15">
        <w:tc>
          <w:tcPr>
            <w:tcW w:w="1132" w:type="dxa"/>
          </w:tcPr>
          <w:p w:rsidR="00F507A4" w:rsidRPr="00017189" w:rsidRDefault="00F507A4" w:rsidP="006F73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189"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  <w:p w:rsidR="00F507A4" w:rsidRPr="00017189" w:rsidRDefault="00F507A4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  <w:r w:rsidRPr="000171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86" w:type="dxa"/>
          </w:tcPr>
          <w:p w:rsidR="00F507A4" w:rsidRPr="00017189" w:rsidRDefault="00F507A4" w:rsidP="006F73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189">
              <w:rPr>
                <w:rFonts w:ascii="Times New Roman" w:hAnsi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255" w:type="dxa"/>
          </w:tcPr>
          <w:p w:rsidR="00F507A4" w:rsidRPr="00017189" w:rsidRDefault="00F507A4" w:rsidP="006F73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189">
              <w:rPr>
                <w:rFonts w:ascii="Times New Roman" w:hAnsi="Times New Roman"/>
                <w:b/>
                <w:sz w:val="24"/>
                <w:szCs w:val="24"/>
              </w:rPr>
              <w:t>Тема и ресурс:</w:t>
            </w:r>
          </w:p>
          <w:p w:rsidR="00F507A4" w:rsidRPr="00017189" w:rsidRDefault="00F507A4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397" w:type="dxa"/>
          </w:tcPr>
          <w:p w:rsidR="00F507A4" w:rsidRPr="00017189" w:rsidRDefault="00F507A4" w:rsidP="006F73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189">
              <w:rPr>
                <w:rFonts w:ascii="Times New Roman" w:hAnsi="Times New Roman"/>
                <w:b/>
                <w:sz w:val="24"/>
                <w:szCs w:val="24"/>
              </w:rPr>
              <w:t>Форма проведения:</w:t>
            </w:r>
          </w:p>
          <w:p w:rsidR="00F507A4" w:rsidRPr="00017189" w:rsidRDefault="00F507A4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65" w:type="dxa"/>
          </w:tcPr>
          <w:p w:rsidR="00F507A4" w:rsidRPr="00017189" w:rsidRDefault="00F507A4" w:rsidP="006F73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189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</w:p>
          <w:p w:rsidR="00F507A4" w:rsidRPr="00017189" w:rsidRDefault="00F507A4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017189">
              <w:rPr>
                <w:rFonts w:ascii="Times New Roman" w:hAnsi="Times New Roman"/>
                <w:sz w:val="24"/>
                <w:szCs w:val="24"/>
              </w:rPr>
              <w:t>решать примеры, написать конспект , ответить на вопросы и т.д.)</w:t>
            </w:r>
          </w:p>
        </w:tc>
        <w:tc>
          <w:tcPr>
            <w:tcW w:w="1758" w:type="dxa"/>
          </w:tcPr>
          <w:p w:rsidR="00F507A4" w:rsidRPr="00017189" w:rsidRDefault="00F507A4" w:rsidP="006F73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189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84" w:type="dxa"/>
          </w:tcPr>
          <w:p w:rsidR="00F507A4" w:rsidRPr="00017189" w:rsidRDefault="00F507A4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b/>
                <w:sz w:val="24"/>
                <w:szCs w:val="24"/>
              </w:rPr>
              <w:t>Форма сдачи заданий</w:t>
            </w:r>
            <w:r w:rsidRPr="00017189">
              <w:rPr>
                <w:rFonts w:ascii="Times New Roman" w:hAnsi="Times New Roman"/>
                <w:sz w:val="24"/>
                <w:szCs w:val="24"/>
              </w:rPr>
              <w:t xml:space="preserve"> (телефон, эл.почта, виртуальный факультатив, образовательная платформа и т.д.)</w:t>
            </w:r>
          </w:p>
        </w:tc>
      </w:tr>
      <w:tr w:rsidR="00F507A4" w:rsidRPr="00017189" w:rsidTr="00512D15">
        <w:tc>
          <w:tcPr>
            <w:tcW w:w="1132" w:type="dxa"/>
          </w:tcPr>
          <w:p w:rsidR="00F507A4" w:rsidRPr="00017189" w:rsidRDefault="00F507A4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</w:tcPr>
          <w:p w:rsidR="00F507A4" w:rsidRPr="00017189" w:rsidRDefault="00F507A4" w:rsidP="006F73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189">
              <w:rPr>
                <w:rFonts w:ascii="Times New Roman" w:hAnsi="Times New Roman"/>
                <w:b/>
                <w:sz w:val="24"/>
                <w:szCs w:val="24"/>
              </w:rPr>
              <w:t>1 класс</w:t>
            </w:r>
          </w:p>
          <w:p w:rsidR="00F507A4" w:rsidRPr="00017189" w:rsidRDefault="00F507A4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4255" w:type="dxa"/>
          </w:tcPr>
          <w:p w:rsidR="00F507A4" w:rsidRPr="00017189" w:rsidRDefault="00F507A4" w:rsidP="00513CDC">
            <w:pPr>
              <w:pStyle w:val="1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17189">
              <w:rPr>
                <w:rFonts w:ascii="Times New Roman" w:hAnsi="Times New Roman"/>
                <w:sz w:val="24"/>
                <w:szCs w:val="24"/>
                <w:lang w:val="tt-RU"/>
              </w:rPr>
              <w:t>Җәй җитә. Күңелле җәй/ Наступает лето</w:t>
            </w:r>
          </w:p>
          <w:p w:rsidR="00F507A4" w:rsidRPr="00017189" w:rsidRDefault="00F507A4" w:rsidP="00513CDC">
            <w:pPr>
              <w:pStyle w:val="1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17189">
              <w:rPr>
                <w:rFonts w:ascii="Times New Roman" w:hAnsi="Times New Roman"/>
                <w:sz w:val="24"/>
                <w:szCs w:val="24"/>
                <w:lang w:val="tt-RU"/>
              </w:rPr>
              <w:t>Кабатларга/Повторить</w:t>
            </w:r>
          </w:p>
        </w:tc>
        <w:tc>
          <w:tcPr>
            <w:tcW w:w="2397" w:type="dxa"/>
          </w:tcPr>
          <w:p w:rsidR="00F507A4" w:rsidRPr="00017189" w:rsidRDefault="00F507A4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65" w:type="dxa"/>
          </w:tcPr>
          <w:p w:rsidR="00F507A4" w:rsidRPr="00017189" w:rsidRDefault="00F507A4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1758" w:type="dxa"/>
          </w:tcPr>
          <w:p w:rsidR="00F507A4" w:rsidRPr="00017189" w:rsidRDefault="00F507A4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2384" w:type="dxa"/>
          </w:tcPr>
          <w:p w:rsidR="00F507A4" w:rsidRPr="00017189" w:rsidRDefault="00F507A4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F507A4" w:rsidRPr="00017189" w:rsidTr="00512D15">
        <w:tc>
          <w:tcPr>
            <w:tcW w:w="1132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6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4255" w:type="dxa"/>
          </w:tcPr>
          <w:p w:rsidR="00F507A4" w:rsidRPr="00017189" w:rsidRDefault="00F507A4" w:rsidP="00B11537">
            <w:pPr>
              <w:pStyle w:val="NoSpacing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  <w:lang w:val="tt-RU"/>
              </w:rPr>
              <w:t>Габдулла Тукай  “Бала белән күбәләк". Без Сабантуйга барабыз/</w:t>
            </w:r>
            <w:r w:rsidRPr="00017189">
              <w:rPr>
                <w:rFonts w:ascii="Arial" w:hAnsi="Arial" w:cs="Arial"/>
                <w:color w:val="000000"/>
                <w:sz w:val="24"/>
                <w:szCs w:val="24"/>
                <w:lang w:val="tt-RU"/>
              </w:rPr>
              <w:t xml:space="preserve"> </w:t>
            </w:r>
            <w:r w:rsidRPr="00017189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Габду</w:t>
            </w:r>
            <w:r w:rsidRPr="00017189">
              <w:rPr>
                <w:rFonts w:ascii="Times New Roman" w:hAnsi="Times New Roman"/>
                <w:color w:val="000000"/>
                <w:sz w:val="24"/>
                <w:szCs w:val="24"/>
              </w:rPr>
              <w:t>лла Тукай"ре</w:t>
            </w:r>
          </w:p>
          <w:p w:rsidR="00F507A4" w:rsidRPr="00017189" w:rsidRDefault="00F507A4" w:rsidP="00B11537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17189">
              <w:rPr>
                <w:rFonts w:ascii="Times New Roman" w:hAnsi="Times New Roman"/>
                <w:color w:val="000000"/>
                <w:sz w:val="24"/>
                <w:szCs w:val="24"/>
              </w:rPr>
              <w:t>бенок и бабочка". Мы идем на Сабантуй</w:t>
            </w:r>
          </w:p>
        </w:tc>
        <w:tc>
          <w:tcPr>
            <w:tcW w:w="2397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65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8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2384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F507A4" w:rsidRPr="00017189" w:rsidTr="00512D15">
        <w:trPr>
          <w:trHeight w:val="671"/>
        </w:trPr>
        <w:tc>
          <w:tcPr>
            <w:tcW w:w="1132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189">
              <w:rPr>
                <w:rFonts w:ascii="Times New Roman" w:hAnsi="Times New Roman"/>
                <w:b/>
                <w:sz w:val="24"/>
                <w:szCs w:val="24"/>
              </w:rPr>
              <w:t>2 класс</w:t>
            </w:r>
          </w:p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4255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kern w:val="3"/>
                <w:sz w:val="24"/>
                <w:szCs w:val="24"/>
                <w:lang w:val="tt-RU"/>
              </w:rPr>
            </w:pPr>
            <w:r w:rsidRPr="00017189">
              <w:rPr>
                <w:rFonts w:ascii="Times New Roman" w:hAnsi="Times New Roman"/>
                <w:kern w:val="3"/>
                <w:sz w:val="24"/>
                <w:szCs w:val="24"/>
                <w:lang w:val="tt-RU"/>
              </w:rPr>
              <w:t>Хәзерге заман хикәя фигыльнең III зат күплек сан формасы. /Глагол настоящего времени множественного числа III лица</w:t>
            </w:r>
          </w:p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kern w:val="3"/>
                <w:sz w:val="24"/>
                <w:szCs w:val="24"/>
                <w:lang w:val="tt-RU"/>
              </w:rPr>
            </w:pPr>
            <w:r w:rsidRPr="00017189">
              <w:rPr>
                <w:rFonts w:ascii="Times New Roman" w:hAnsi="Times New Roman"/>
                <w:kern w:val="3"/>
                <w:sz w:val="24"/>
                <w:szCs w:val="24"/>
                <w:lang w:val="tt-RU"/>
              </w:rPr>
              <w:t>Еллык контроль эш/Годовая контрольная работа</w:t>
            </w:r>
          </w:p>
        </w:tc>
        <w:tc>
          <w:tcPr>
            <w:tcW w:w="2397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65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1758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2384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F507A4" w:rsidRPr="00017189" w:rsidTr="00512D15">
        <w:trPr>
          <w:trHeight w:val="671"/>
        </w:trPr>
        <w:tc>
          <w:tcPr>
            <w:tcW w:w="1132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6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4255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kern w:val="3"/>
                <w:sz w:val="24"/>
                <w:szCs w:val="24"/>
                <w:lang w:val="tt-RU"/>
              </w:rPr>
            </w:pPr>
            <w:r w:rsidRPr="00017189">
              <w:rPr>
                <w:rFonts w:ascii="Times New Roman" w:hAnsi="Times New Roman"/>
                <w:kern w:val="3"/>
                <w:sz w:val="24"/>
                <w:szCs w:val="24"/>
                <w:lang w:val="tt-RU"/>
              </w:rPr>
              <w:t>Хаталар өстендә эш. Кая? Кайдан, Кайда?  формаларын кабатлау/Работа над ошибками</w:t>
            </w:r>
          </w:p>
        </w:tc>
        <w:tc>
          <w:tcPr>
            <w:tcW w:w="2397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65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 xml:space="preserve">Повторить </w:t>
            </w:r>
          </w:p>
        </w:tc>
        <w:tc>
          <w:tcPr>
            <w:tcW w:w="1758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2384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F507A4" w:rsidRPr="00017189" w:rsidTr="00512D15">
        <w:tc>
          <w:tcPr>
            <w:tcW w:w="1132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189">
              <w:rPr>
                <w:rFonts w:ascii="Times New Roman" w:hAnsi="Times New Roman"/>
                <w:b/>
                <w:sz w:val="24"/>
                <w:szCs w:val="24"/>
              </w:rPr>
              <w:t>5 класс</w:t>
            </w:r>
          </w:p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4255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189">
              <w:rPr>
                <w:rFonts w:ascii="Times New Roman" w:hAnsi="Times New Roman"/>
                <w:sz w:val="24"/>
                <w:szCs w:val="24"/>
                <w:lang w:eastAsia="ru-RU"/>
              </w:rPr>
              <w:t>Мин табибта/ Я у врача</w:t>
            </w:r>
          </w:p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Йомгаклау (еллык) контроль эше./ </w:t>
            </w:r>
            <w:r w:rsidRPr="00017189">
              <w:rPr>
                <w:sz w:val="24"/>
                <w:szCs w:val="24"/>
              </w:rPr>
              <w:t xml:space="preserve"> </w:t>
            </w:r>
            <w:r w:rsidRPr="00017189"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(годовая) контрольная работа.</w:t>
            </w:r>
          </w:p>
        </w:tc>
        <w:tc>
          <w:tcPr>
            <w:tcW w:w="2397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65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 xml:space="preserve"> Выполнить упражнения</w:t>
            </w:r>
          </w:p>
        </w:tc>
        <w:tc>
          <w:tcPr>
            <w:tcW w:w="1758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2384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F507A4" w:rsidRPr="00017189" w:rsidTr="00512D15">
        <w:tc>
          <w:tcPr>
            <w:tcW w:w="1132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6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4255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Хаталар өстендә эш.</w:t>
            </w:r>
            <w:r w:rsidRPr="00017189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Спорт төрләре</w:t>
            </w:r>
            <w:r w:rsidRPr="00017189">
              <w:rPr>
                <w:sz w:val="24"/>
                <w:szCs w:val="24"/>
              </w:rPr>
              <w:t xml:space="preserve"> / </w:t>
            </w:r>
            <w:r w:rsidRPr="00017189">
              <w:rPr>
                <w:rFonts w:ascii="Times New Roman" w:hAnsi="Times New Roman"/>
                <w:sz w:val="24"/>
                <w:szCs w:val="24"/>
              </w:rPr>
              <w:t xml:space="preserve">Работа над ошибками. Виды спорта </w:t>
            </w:r>
          </w:p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189">
              <w:rPr>
                <w:rFonts w:ascii="Times New Roman" w:hAnsi="Times New Roman"/>
                <w:sz w:val="24"/>
                <w:szCs w:val="24"/>
                <w:lang w:val="tt-RU" w:eastAsia="ru-RU"/>
              </w:rPr>
              <w:t>Са</w:t>
            </w:r>
            <w:r w:rsidRPr="000171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бантуй бәйрәме. </w:t>
            </w:r>
            <w:r w:rsidRPr="0001718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Татар</w:t>
            </w:r>
            <w:r w:rsidRPr="000171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718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халкының</w:t>
            </w:r>
            <w:r w:rsidRPr="000171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718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милли уеннары./Праздник Сабантуй. Национальные игры татарского народа.</w:t>
            </w:r>
          </w:p>
        </w:tc>
        <w:tc>
          <w:tcPr>
            <w:tcW w:w="2397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65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8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2384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F507A4" w:rsidRPr="00017189" w:rsidTr="00512D15">
        <w:tc>
          <w:tcPr>
            <w:tcW w:w="1132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189">
              <w:rPr>
                <w:rFonts w:ascii="Times New Roman" w:hAnsi="Times New Roman"/>
                <w:b/>
                <w:sz w:val="24"/>
                <w:szCs w:val="24"/>
              </w:rPr>
              <w:t>8 класс</w:t>
            </w:r>
          </w:p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4255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17189">
              <w:rPr>
                <w:rFonts w:ascii="Times New Roman" w:hAnsi="Times New Roman"/>
                <w:sz w:val="24"/>
                <w:szCs w:val="24"/>
                <w:lang w:val="tt-RU"/>
              </w:rPr>
              <w:t>Җөмләдә сүзләр бәйләнешен кабатлау/</w:t>
            </w:r>
            <w:r w:rsidRPr="00017189">
              <w:rPr>
                <w:sz w:val="24"/>
                <w:szCs w:val="24"/>
              </w:rPr>
              <w:t xml:space="preserve"> </w:t>
            </w:r>
            <w:r w:rsidRPr="00017189">
              <w:rPr>
                <w:rFonts w:ascii="Times New Roman" w:hAnsi="Times New Roman"/>
                <w:sz w:val="24"/>
                <w:szCs w:val="24"/>
                <w:lang w:val="tt-RU"/>
              </w:rPr>
              <w:t>Повторение связи слов в предложении</w:t>
            </w:r>
          </w:p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17189">
              <w:rPr>
                <w:rFonts w:ascii="Times New Roman" w:hAnsi="Times New Roman"/>
                <w:sz w:val="24"/>
                <w:szCs w:val="24"/>
                <w:lang w:val="tt-RU"/>
              </w:rPr>
              <w:t>Сүзтезмәне кабатлау, тикшерү/Повторение словосочитаний</w:t>
            </w:r>
          </w:p>
        </w:tc>
        <w:tc>
          <w:tcPr>
            <w:tcW w:w="2397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65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1758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17189">
              <w:rPr>
                <w:rFonts w:ascii="Times New Roman" w:hAnsi="Times New Roman"/>
                <w:sz w:val="24"/>
                <w:szCs w:val="24"/>
                <w:lang w:val="tt-RU"/>
              </w:rPr>
              <w:t>18.05</w:t>
            </w:r>
          </w:p>
        </w:tc>
        <w:tc>
          <w:tcPr>
            <w:tcW w:w="2384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F507A4" w:rsidRPr="00017189" w:rsidTr="00512D15">
        <w:tc>
          <w:tcPr>
            <w:tcW w:w="1132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6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4255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17189">
              <w:rPr>
                <w:rFonts w:ascii="Times New Roman" w:hAnsi="Times New Roman"/>
                <w:sz w:val="24"/>
                <w:szCs w:val="24"/>
                <w:lang w:val="tt-RU"/>
              </w:rPr>
              <w:t>Җөмлә кисәкләрен кабатлау/Повторение частей предложения</w:t>
            </w:r>
          </w:p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017189">
              <w:rPr>
                <w:rFonts w:ascii="Times New Roman" w:hAnsi="Times New Roman"/>
                <w:sz w:val="24"/>
                <w:szCs w:val="24"/>
                <w:lang w:val="tt-RU"/>
              </w:rPr>
              <w:t>Аерымланган хәлләр һәм аныклагычлар янында тыныш билгеләрен кабатлау/</w:t>
            </w:r>
            <w:r w:rsidRPr="00017189">
              <w:rPr>
                <w:sz w:val="24"/>
                <w:szCs w:val="24"/>
              </w:rPr>
              <w:t xml:space="preserve"> </w:t>
            </w:r>
            <w:r w:rsidRPr="00017189">
              <w:rPr>
                <w:rFonts w:ascii="Times New Roman" w:hAnsi="Times New Roman"/>
                <w:sz w:val="24"/>
                <w:szCs w:val="24"/>
                <w:lang w:val="tt-RU"/>
              </w:rPr>
              <w:t>Работа над исправлением ошибок. Повторение знаков препинания у обособленных обстоятельств</w:t>
            </w:r>
          </w:p>
        </w:tc>
        <w:tc>
          <w:tcPr>
            <w:tcW w:w="2397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65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1758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17189">
              <w:rPr>
                <w:rFonts w:ascii="Times New Roman" w:hAnsi="Times New Roman"/>
                <w:sz w:val="24"/>
                <w:szCs w:val="24"/>
                <w:lang w:val="tt-RU"/>
              </w:rPr>
              <w:t>22.05</w:t>
            </w:r>
          </w:p>
        </w:tc>
        <w:tc>
          <w:tcPr>
            <w:tcW w:w="2384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F507A4" w:rsidRPr="00017189" w:rsidTr="00512D15">
        <w:tc>
          <w:tcPr>
            <w:tcW w:w="1132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17189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9 класс</w:t>
            </w:r>
          </w:p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17189">
              <w:rPr>
                <w:rFonts w:ascii="Times New Roman" w:hAnsi="Times New Roman"/>
                <w:sz w:val="24"/>
                <w:szCs w:val="24"/>
                <w:lang w:val="tt-RU"/>
              </w:rPr>
              <w:t>18.05</w:t>
            </w:r>
          </w:p>
        </w:tc>
        <w:tc>
          <w:tcPr>
            <w:tcW w:w="4255" w:type="dxa"/>
          </w:tcPr>
          <w:p w:rsidR="00F507A4" w:rsidRPr="00017189" w:rsidRDefault="00F507A4" w:rsidP="00CE5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1718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Иярчен җөмләләрне кабатлау/Повторение сложноподчинённые предложения</w:t>
            </w:r>
          </w:p>
          <w:p w:rsidR="00F507A4" w:rsidRPr="00017189" w:rsidRDefault="00F507A4" w:rsidP="00CE5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17189">
              <w:rPr>
                <w:rFonts w:ascii="Times New Roman" w:hAnsi="Times New Roman"/>
                <w:sz w:val="24"/>
                <w:szCs w:val="24"/>
                <w:lang w:val="tt-RU"/>
              </w:rPr>
              <w:t>Еллык материалны кабатлау. /</w:t>
            </w:r>
            <w:r w:rsidRPr="00017189">
              <w:rPr>
                <w:sz w:val="24"/>
                <w:szCs w:val="24"/>
              </w:rPr>
              <w:t xml:space="preserve"> </w:t>
            </w:r>
            <w:r w:rsidRPr="00017189">
              <w:rPr>
                <w:rFonts w:ascii="Times New Roman" w:hAnsi="Times New Roman"/>
                <w:sz w:val="24"/>
                <w:szCs w:val="24"/>
                <w:lang w:val="tt-RU"/>
              </w:rPr>
              <w:t>Повторение годового материала</w:t>
            </w:r>
          </w:p>
        </w:tc>
        <w:tc>
          <w:tcPr>
            <w:tcW w:w="2397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65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1758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2384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F507A4" w:rsidRPr="00017189" w:rsidTr="00512D15">
        <w:tc>
          <w:tcPr>
            <w:tcW w:w="1132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17189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386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17189">
              <w:rPr>
                <w:rFonts w:ascii="Times New Roman" w:hAnsi="Times New Roman"/>
                <w:sz w:val="24"/>
                <w:szCs w:val="24"/>
                <w:lang w:val="tt-RU"/>
              </w:rPr>
              <w:t>21.05</w:t>
            </w:r>
          </w:p>
        </w:tc>
        <w:tc>
          <w:tcPr>
            <w:tcW w:w="4255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17189">
              <w:rPr>
                <w:rFonts w:ascii="Times New Roman" w:hAnsi="Times New Roman"/>
                <w:sz w:val="24"/>
                <w:szCs w:val="24"/>
                <w:lang w:val="tt-RU"/>
              </w:rPr>
              <w:t>Еллык материалны гомумиләштереп кабатлау/</w:t>
            </w:r>
            <w:r w:rsidRPr="00017189">
              <w:rPr>
                <w:sz w:val="24"/>
                <w:szCs w:val="24"/>
              </w:rPr>
              <w:t xml:space="preserve"> </w:t>
            </w:r>
            <w:r w:rsidRPr="00017189">
              <w:rPr>
                <w:rFonts w:ascii="Times New Roman" w:hAnsi="Times New Roman"/>
                <w:sz w:val="24"/>
                <w:szCs w:val="24"/>
                <w:lang w:val="tt-RU"/>
              </w:rPr>
              <w:t>Обобщение годового материала</w:t>
            </w:r>
          </w:p>
        </w:tc>
        <w:tc>
          <w:tcPr>
            <w:tcW w:w="2397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65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1758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17189">
              <w:rPr>
                <w:rFonts w:ascii="Times New Roman" w:hAnsi="Times New Roman"/>
                <w:sz w:val="24"/>
                <w:szCs w:val="24"/>
                <w:lang w:val="tt-RU"/>
              </w:rPr>
              <w:t>21.05</w:t>
            </w:r>
          </w:p>
        </w:tc>
        <w:tc>
          <w:tcPr>
            <w:tcW w:w="2384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F507A4" w:rsidRPr="00017189" w:rsidTr="00512D15">
        <w:tc>
          <w:tcPr>
            <w:tcW w:w="1132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17189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10 класс</w:t>
            </w:r>
          </w:p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17189">
              <w:rPr>
                <w:rFonts w:ascii="Times New Roman" w:hAnsi="Times New Roman"/>
                <w:sz w:val="24"/>
                <w:szCs w:val="24"/>
                <w:lang w:val="tt-RU"/>
              </w:rPr>
              <w:t>23.05</w:t>
            </w:r>
          </w:p>
          <w:p w:rsidR="00F507A4" w:rsidRPr="00017189" w:rsidRDefault="00F507A4" w:rsidP="00B11537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255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17189">
              <w:rPr>
                <w:rFonts w:ascii="Times New Roman" w:hAnsi="Times New Roman"/>
                <w:sz w:val="24"/>
                <w:szCs w:val="24"/>
                <w:lang w:val="tt-RU"/>
              </w:rPr>
              <w:t>Частицы.повторить Кисәкчәләрне ныгыту дәресе.</w:t>
            </w:r>
          </w:p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17189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Контрольная работа./Йомгаклау контроль эше.</w:t>
            </w:r>
            <w:bookmarkStart w:id="0" w:name="_GoBack"/>
            <w:bookmarkEnd w:id="0"/>
          </w:p>
        </w:tc>
        <w:tc>
          <w:tcPr>
            <w:tcW w:w="2397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65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1758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2384" w:type="dxa"/>
          </w:tcPr>
          <w:p w:rsidR="00F507A4" w:rsidRPr="00017189" w:rsidRDefault="00F507A4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</w:tbl>
    <w:p w:rsidR="00F507A4" w:rsidRPr="00017189" w:rsidRDefault="00F507A4">
      <w:pPr>
        <w:rPr>
          <w:rFonts w:ascii="Times New Roman" w:hAnsi="Times New Roman"/>
          <w:sz w:val="24"/>
          <w:szCs w:val="24"/>
        </w:rPr>
      </w:pPr>
    </w:p>
    <w:sectPr w:rsidR="00F507A4" w:rsidRPr="00017189" w:rsidSect="00DD44F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D2728"/>
    <w:multiLevelType w:val="hybridMultilevel"/>
    <w:tmpl w:val="70503276"/>
    <w:lvl w:ilvl="0" w:tplc="80FE33EC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E794E34"/>
    <w:multiLevelType w:val="hybridMultilevel"/>
    <w:tmpl w:val="7CDEF074"/>
    <w:lvl w:ilvl="0" w:tplc="B172063C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31C6"/>
    <w:rsid w:val="000029FD"/>
    <w:rsid w:val="000068DA"/>
    <w:rsid w:val="0001087B"/>
    <w:rsid w:val="000144D9"/>
    <w:rsid w:val="00017189"/>
    <w:rsid w:val="00017955"/>
    <w:rsid w:val="00027121"/>
    <w:rsid w:val="00041D79"/>
    <w:rsid w:val="0005776C"/>
    <w:rsid w:val="00060A92"/>
    <w:rsid w:val="00063738"/>
    <w:rsid w:val="000A6117"/>
    <w:rsid w:val="000B45C0"/>
    <w:rsid w:val="000C24CB"/>
    <w:rsid w:val="000C64AD"/>
    <w:rsid w:val="000F5A22"/>
    <w:rsid w:val="001002A1"/>
    <w:rsid w:val="001133D1"/>
    <w:rsid w:val="0012292E"/>
    <w:rsid w:val="00126AC8"/>
    <w:rsid w:val="001272CA"/>
    <w:rsid w:val="001400AB"/>
    <w:rsid w:val="0014410A"/>
    <w:rsid w:val="0016698F"/>
    <w:rsid w:val="00195997"/>
    <w:rsid w:val="001B129D"/>
    <w:rsid w:val="001B4BE2"/>
    <w:rsid w:val="001B609B"/>
    <w:rsid w:val="001C2FC5"/>
    <w:rsid w:val="001D40B5"/>
    <w:rsid w:val="001E71C2"/>
    <w:rsid w:val="00202A2A"/>
    <w:rsid w:val="002044A3"/>
    <w:rsid w:val="002512E8"/>
    <w:rsid w:val="002530C8"/>
    <w:rsid w:val="00254CF9"/>
    <w:rsid w:val="00273249"/>
    <w:rsid w:val="002B0F99"/>
    <w:rsid w:val="002B1520"/>
    <w:rsid w:val="002D3EF4"/>
    <w:rsid w:val="00302AD8"/>
    <w:rsid w:val="003106CD"/>
    <w:rsid w:val="00343B2E"/>
    <w:rsid w:val="00351CFC"/>
    <w:rsid w:val="00395362"/>
    <w:rsid w:val="003B48F7"/>
    <w:rsid w:val="003B5E94"/>
    <w:rsid w:val="003C1FEE"/>
    <w:rsid w:val="003C449E"/>
    <w:rsid w:val="003C594D"/>
    <w:rsid w:val="003D2C48"/>
    <w:rsid w:val="003E0515"/>
    <w:rsid w:val="003E4DB1"/>
    <w:rsid w:val="004323D9"/>
    <w:rsid w:val="00436D55"/>
    <w:rsid w:val="0045380E"/>
    <w:rsid w:val="004629E4"/>
    <w:rsid w:val="00463B83"/>
    <w:rsid w:val="00477152"/>
    <w:rsid w:val="00486CEC"/>
    <w:rsid w:val="00497E70"/>
    <w:rsid w:val="004B09C3"/>
    <w:rsid w:val="004B0E7B"/>
    <w:rsid w:val="004B2B09"/>
    <w:rsid w:val="004C3A9A"/>
    <w:rsid w:val="004E5E7B"/>
    <w:rsid w:val="004F314E"/>
    <w:rsid w:val="00503B6E"/>
    <w:rsid w:val="00512D15"/>
    <w:rsid w:val="00513B3B"/>
    <w:rsid w:val="00513CDC"/>
    <w:rsid w:val="0052152B"/>
    <w:rsid w:val="00523966"/>
    <w:rsid w:val="00533461"/>
    <w:rsid w:val="00533EE7"/>
    <w:rsid w:val="00547D4A"/>
    <w:rsid w:val="00557F29"/>
    <w:rsid w:val="005A310A"/>
    <w:rsid w:val="005B3C35"/>
    <w:rsid w:val="005C225D"/>
    <w:rsid w:val="005D02AA"/>
    <w:rsid w:val="005D369C"/>
    <w:rsid w:val="005D5F83"/>
    <w:rsid w:val="005F2206"/>
    <w:rsid w:val="006303D7"/>
    <w:rsid w:val="0063089A"/>
    <w:rsid w:val="00634EA0"/>
    <w:rsid w:val="00684758"/>
    <w:rsid w:val="006B2DA1"/>
    <w:rsid w:val="006C3ECF"/>
    <w:rsid w:val="006D21F5"/>
    <w:rsid w:val="006E5B49"/>
    <w:rsid w:val="006F7354"/>
    <w:rsid w:val="00715E5A"/>
    <w:rsid w:val="00717BBA"/>
    <w:rsid w:val="00764338"/>
    <w:rsid w:val="00764888"/>
    <w:rsid w:val="00773A2F"/>
    <w:rsid w:val="00777436"/>
    <w:rsid w:val="007A669C"/>
    <w:rsid w:val="007B2CBD"/>
    <w:rsid w:val="007C0AC9"/>
    <w:rsid w:val="007E1C49"/>
    <w:rsid w:val="00812982"/>
    <w:rsid w:val="00813629"/>
    <w:rsid w:val="0081460B"/>
    <w:rsid w:val="00821550"/>
    <w:rsid w:val="00826880"/>
    <w:rsid w:val="00832EAC"/>
    <w:rsid w:val="008358C6"/>
    <w:rsid w:val="00843A51"/>
    <w:rsid w:val="008532FD"/>
    <w:rsid w:val="0085715B"/>
    <w:rsid w:val="00870677"/>
    <w:rsid w:val="008856FE"/>
    <w:rsid w:val="008A1761"/>
    <w:rsid w:val="008C4F9D"/>
    <w:rsid w:val="008C691D"/>
    <w:rsid w:val="008D3CFD"/>
    <w:rsid w:val="008F489A"/>
    <w:rsid w:val="008F4D10"/>
    <w:rsid w:val="009042C3"/>
    <w:rsid w:val="00915040"/>
    <w:rsid w:val="009167AF"/>
    <w:rsid w:val="00921911"/>
    <w:rsid w:val="009319A0"/>
    <w:rsid w:val="0093264A"/>
    <w:rsid w:val="009412FF"/>
    <w:rsid w:val="009429BB"/>
    <w:rsid w:val="00954B3F"/>
    <w:rsid w:val="00962A6C"/>
    <w:rsid w:val="00975508"/>
    <w:rsid w:val="00994011"/>
    <w:rsid w:val="009A014B"/>
    <w:rsid w:val="009A3AC4"/>
    <w:rsid w:val="009B5EE3"/>
    <w:rsid w:val="009B5FCE"/>
    <w:rsid w:val="009D465D"/>
    <w:rsid w:val="009F657D"/>
    <w:rsid w:val="00A0030F"/>
    <w:rsid w:val="00A24FF2"/>
    <w:rsid w:val="00A41599"/>
    <w:rsid w:val="00A439AC"/>
    <w:rsid w:val="00A56EA9"/>
    <w:rsid w:val="00A602BC"/>
    <w:rsid w:val="00A90EB3"/>
    <w:rsid w:val="00A93A8E"/>
    <w:rsid w:val="00A93FF1"/>
    <w:rsid w:val="00A9658A"/>
    <w:rsid w:val="00AA174A"/>
    <w:rsid w:val="00AA39B2"/>
    <w:rsid w:val="00AC0236"/>
    <w:rsid w:val="00AD5834"/>
    <w:rsid w:val="00B11510"/>
    <w:rsid w:val="00B11537"/>
    <w:rsid w:val="00B143F4"/>
    <w:rsid w:val="00B244E7"/>
    <w:rsid w:val="00B25C42"/>
    <w:rsid w:val="00B322E8"/>
    <w:rsid w:val="00B34F10"/>
    <w:rsid w:val="00B36402"/>
    <w:rsid w:val="00B424E0"/>
    <w:rsid w:val="00B53393"/>
    <w:rsid w:val="00B83102"/>
    <w:rsid w:val="00B84AD7"/>
    <w:rsid w:val="00BA7E47"/>
    <w:rsid w:val="00BB074E"/>
    <w:rsid w:val="00BC55E9"/>
    <w:rsid w:val="00BC713C"/>
    <w:rsid w:val="00BD0C03"/>
    <w:rsid w:val="00BD4093"/>
    <w:rsid w:val="00BE31C6"/>
    <w:rsid w:val="00C04C33"/>
    <w:rsid w:val="00C132E3"/>
    <w:rsid w:val="00C201EC"/>
    <w:rsid w:val="00C525D8"/>
    <w:rsid w:val="00C575BC"/>
    <w:rsid w:val="00C57AFF"/>
    <w:rsid w:val="00C73155"/>
    <w:rsid w:val="00C866B0"/>
    <w:rsid w:val="00CA5079"/>
    <w:rsid w:val="00CA742A"/>
    <w:rsid w:val="00CC61FD"/>
    <w:rsid w:val="00CD788A"/>
    <w:rsid w:val="00CE5028"/>
    <w:rsid w:val="00CF6123"/>
    <w:rsid w:val="00D06395"/>
    <w:rsid w:val="00D11AAF"/>
    <w:rsid w:val="00D11B2C"/>
    <w:rsid w:val="00D21BFB"/>
    <w:rsid w:val="00D33BC7"/>
    <w:rsid w:val="00D550E1"/>
    <w:rsid w:val="00D62CF9"/>
    <w:rsid w:val="00D660B8"/>
    <w:rsid w:val="00D669C9"/>
    <w:rsid w:val="00D948D5"/>
    <w:rsid w:val="00DA4058"/>
    <w:rsid w:val="00DB1B73"/>
    <w:rsid w:val="00DC2D04"/>
    <w:rsid w:val="00DC7D7B"/>
    <w:rsid w:val="00DD44FB"/>
    <w:rsid w:val="00E11325"/>
    <w:rsid w:val="00E3585E"/>
    <w:rsid w:val="00E5664F"/>
    <w:rsid w:val="00E670F0"/>
    <w:rsid w:val="00E840FD"/>
    <w:rsid w:val="00E9124D"/>
    <w:rsid w:val="00E93BCD"/>
    <w:rsid w:val="00EC093E"/>
    <w:rsid w:val="00EC71FF"/>
    <w:rsid w:val="00EE014C"/>
    <w:rsid w:val="00EF6A34"/>
    <w:rsid w:val="00EF6DEB"/>
    <w:rsid w:val="00F210C9"/>
    <w:rsid w:val="00F35499"/>
    <w:rsid w:val="00F507A4"/>
    <w:rsid w:val="00F529FD"/>
    <w:rsid w:val="00F60CC0"/>
    <w:rsid w:val="00F70479"/>
    <w:rsid w:val="00F82237"/>
    <w:rsid w:val="00FA3AB0"/>
    <w:rsid w:val="00FB1F32"/>
    <w:rsid w:val="00FC0DCB"/>
    <w:rsid w:val="00FC7D44"/>
    <w:rsid w:val="00FD6162"/>
    <w:rsid w:val="00FD7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2B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24E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link w:val="a"/>
    <w:uiPriority w:val="99"/>
    <w:rsid w:val="002B1520"/>
    <w:rPr>
      <w:rFonts w:eastAsia="Times New Roman"/>
      <w:szCs w:val="20"/>
      <w:lang w:eastAsia="en-US"/>
    </w:rPr>
  </w:style>
  <w:style w:type="character" w:customStyle="1" w:styleId="a">
    <w:name w:val="Без интервала Знак"/>
    <w:link w:val="1"/>
    <w:uiPriority w:val="99"/>
    <w:locked/>
    <w:rsid w:val="002B1520"/>
    <w:rPr>
      <w:rFonts w:eastAsia="Times New Roman"/>
      <w:sz w:val="22"/>
      <w:lang w:val="ru-RU" w:eastAsia="en-US"/>
    </w:rPr>
  </w:style>
  <w:style w:type="paragraph" w:styleId="NoSpacing">
    <w:name w:val="No Spacing"/>
    <w:uiPriority w:val="99"/>
    <w:qFormat/>
    <w:rsid w:val="00B11537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309</TotalTime>
  <Pages>2</Pages>
  <Words>453</Words>
  <Characters>2583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194</cp:revision>
  <dcterms:created xsi:type="dcterms:W3CDTF">2020-03-27T05:47:00Z</dcterms:created>
  <dcterms:modified xsi:type="dcterms:W3CDTF">2020-05-15T15:27:00Z</dcterms:modified>
</cp:coreProperties>
</file>